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6090F464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77BF571A" w14:textId="77777777" w:rsidR="007950B6" w:rsidRPr="00CB5915" w:rsidRDefault="007950B6" w:rsidP="007950B6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36CF53C2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E43498" w:rsidRPr="008F04CB">
        <w:rPr>
          <w:rFonts w:ascii="Arial" w:hAnsi="Arial"/>
          <w:lang w:val="fr-BE"/>
        </w:rPr>
        <w:t xml:space="preserve">le </w:t>
      </w:r>
      <w:r w:rsidR="00E43498">
        <w:rPr>
          <w:rFonts w:ascii="Arial" w:hAnsi="Arial"/>
          <w:lang w:val="fr-BE"/>
        </w:rPr>
        <w:t>mitigeur thermostatique</w:t>
      </w:r>
      <w:r w:rsidR="00E43498" w:rsidRPr="008F04CB">
        <w:rPr>
          <w:rFonts w:ascii="Arial" w:hAnsi="Arial"/>
          <w:lang w:val="fr-BE"/>
        </w:rPr>
        <w:t xml:space="preserve">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06905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0690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06905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90690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933A" w14:textId="77777777" w:rsidR="00585875" w:rsidRDefault="00585875">
      <w:r>
        <w:separator/>
      </w:r>
    </w:p>
  </w:endnote>
  <w:endnote w:type="continuationSeparator" w:id="0">
    <w:p w14:paraId="7BC2BD5C" w14:textId="77777777" w:rsidR="00585875" w:rsidRDefault="00585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0699" w14:textId="77777777" w:rsidR="00585875" w:rsidRDefault="00585875">
      <w:r>
        <w:separator/>
      </w:r>
    </w:p>
  </w:footnote>
  <w:footnote w:type="continuationSeparator" w:id="0">
    <w:p w14:paraId="6724F889" w14:textId="77777777" w:rsidR="00585875" w:rsidRDefault="00585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24568C4E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906905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834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5875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0B6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6905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498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3034F-B4BE-4F65-9640-4959DB70703D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2023-12-22T08:33:00Z</dcterms:created>
  <dcterms:modified xsi:type="dcterms:W3CDTF">2023-12-22T08:34:00Z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